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36329" w14:textId="61466A1B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35FB0BE6" wp14:editId="037C418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70929898" wp14:editId="42F4E14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BC1DDA">
        <w:rPr>
          <w:rFonts w:ascii="Segoe Print" w:hAnsi="Segoe Print"/>
          <w:b/>
          <w:sz w:val="24"/>
        </w:rPr>
        <w:t>7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BC1DDA">
        <w:rPr>
          <w:rFonts w:ascii="Segoe Print" w:hAnsi="Segoe Print"/>
          <w:b/>
          <w:sz w:val="24"/>
        </w:rPr>
        <w:t>NO CALCULATOR</w:t>
      </w:r>
    </w:p>
    <w:p w14:paraId="71B012F4" w14:textId="1B3158E1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709"/>
        <w:gridCol w:w="4394"/>
      </w:tblGrid>
      <w:tr w:rsidR="00E20822" w:rsidRPr="000A63AF" w14:paraId="11968CB8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AD40C9C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3F47ACB" w14:textId="77777777" w:rsidR="00E20822" w:rsidRPr="00FB0E81" w:rsidRDefault="00BC1DDA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  <w:szCs w:val="20"/>
              </w:rPr>
              <w:t xml:space="preserve">Calculate 345 </w:t>
            </w:r>
            <m:oMath>
              <m:r>
                <w:rPr>
                  <w:rFonts w:ascii="Cambria Math" w:hAnsi="Cambria Math"/>
                  <w:sz w:val="24"/>
                  <w:szCs w:val="20"/>
                </w:rPr>
                <m:t>÷</m:t>
              </m:r>
            </m:oMath>
            <w:r w:rsidRPr="000F145F">
              <w:rPr>
                <w:rFonts w:ascii="Avenir Book" w:hAnsi="Avenir Book"/>
                <w:sz w:val="24"/>
                <w:szCs w:val="20"/>
              </w:rPr>
              <w:t xml:space="preserve"> 5</w:t>
            </w:r>
          </w:p>
        </w:tc>
        <w:tc>
          <w:tcPr>
            <w:tcW w:w="425" w:type="dxa"/>
            <w:tcBorders>
              <w:right w:val="nil"/>
            </w:tcBorders>
          </w:tcPr>
          <w:p w14:paraId="5517611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gridSpan w:val="2"/>
            <w:tcBorders>
              <w:left w:val="nil"/>
            </w:tcBorders>
          </w:tcPr>
          <w:p w14:paraId="7CF5652E" w14:textId="645E947A" w:rsidR="00BC1DDA" w:rsidRDefault="00BC1DDA" w:rsidP="00BC1DDA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Expand and simplify        </w:t>
            </w:r>
          </w:p>
          <w:p w14:paraId="6D379922" w14:textId="77777777" w:rsidR="00BC1DDA" w:rsidRPr="000F145F" w:rsidRDefault="00BC1DDA" w:rsidP="00BC1DDA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x+2</m:t>
                    </m:r>
                  </m:e>
                </m:d>
                <m:r>
                  <w:rPr>
                    <w:rFonts w:ascii="Cambria Math" w:hAnsi="Cambria Math"/>
                    <w:sz w:val="24"/>
                  </w:rPr>
                  <m:t>+2(x+4)</m:t>
                </m:r>
              </m:oMath>
            </m:oMathPara>
          </w:p>
          <w:p w14:paraId="08FA9E46" w14:textId="5E1DD8CF" w:rsidR="00E20822" w:rsidRPr="000A63AF" w:rsidRDefault="00E20822" w:rsidP="0064471D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E20822" w:rsidRPr="00C240D5" w14:paraId="3FF47E83" w14:textId="77777777" w:rsidTr="00BC1DD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7A1258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5C2A0FE6" w14:textId="77777777" w:rsidR="00E20822" w:rsidRPr="00C240D5" w:rsidRDefault="00BC1DDA" w:rsidP="00BC1DDA">
            <w:pPr>
              <w:tabs>
                <w:tab w:val="left" w:pos="1205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</w:rPr>
              <w:t>Simplify    15:35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4B0D28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auto"/>
            </w:tcBorders>
          </w:tcPr>
          <w:p w14:paraId="1E8A6FEC" w14:textId="77777777" w:rsidR="00E20822" w:rsidRPr="00BC1DDA" w:rsidRDefault="00896254" w:rsidP="0064471D">
            <w:pPr>
              <w:spacing w:before="120" w:after="0"/>
              <w:rPr>
                <w:rFonts w:ascii="Avenir Book" w:hAnsi="Avenir Book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9</m:t>
                    </m:r>
                  </m:den>
                </m:f>
              </m:oMath>
            </m:oMathPara>
          </w:p>
        </w:tc>
      </w:tr>
      <w:tr w:rsidR="00BC1DDA" w:rsidRPr="00C240D5" w14:paraId="73732360" w14:textId="77777777" w:rsidTr="00BC1DDA">
        <w:trPr>
          <w:trHeight w:val="1824"/>
        </w:trPr>
        <w:tc>
          <w:tcPr>
            <w:tcW w:w="421" w:type="dxa"/>
            <w:tcBorders>
              <w:right w:val="nil"/>
            </w:tcBorders>
          </w:tcPr>
          <w:p w14:paraId="21A62FE6" w14:textId="77777777" w:rsidR="00BC1DDA" w:rsidRPr="00C240D5" w:rsidRDefault="00BC1DDA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5386" w:type="dxa"/>
            <w:gridSpan w:val="3"/>
            <w:tcBorders>
              <w:left w:val="nil"/>
              <w:right w:val="nil"/>
            </w:tcBorders>
          </w:tcPr>
          <w:p w14:paraId="7F8848E4" w14:textId="77777777" w:rsidR="00BC1DDA" w:rsidRPr="000F145F" w:rsidRDefault="00BC1DDA" w:rsidP="00BC1DDA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Do you use </w:t>
            </w:r>
            <w:r w:rsidRPr="000F145F">
              <w:rPr>
                <w:rFonts w:ascii="Avenir Book" w:hAnsi="Avenir Book"/>
                <w:sz w:val="24"/>
              </w:rPr>
              <w:t>SOHCAHTOA or SS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>
              <w:rPr>
                <w:rFonts w:ascii="Avenir Book" w:eastAsiaTheme="minorEastAsia" w:hAnsi="Avenir Book"/>
                <w:sz w:val="24"/>
              </w:rPr>
              <w:t>SR to find the missing edge of this right angled triangle?</w:t>
            </w:r>
          </w:p>
        </w:tc>
        <w:tc>
          <w:tcPr>
            <w:tcW w:w="4394" w:type="dxa"/>
            <w:tcBorders>
              <w:left w:val="nil"/>
            </w:tcBorders>
          </w:tcPr>
          <w:p w14:paraId="2A6157D4" w14:textId="65616A91" w:rsidR="00BC1DDA" w:rsidRPr="00C240D5" w:rsidRDefault="00896254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31DA264B" wp14:editId="7B0450D1">
                  <wp:simplePos x="0" y="0"/>
                  <wp:positionH relativeFrom="column">
                    <wp:posOffset>2360246</wp:posOffset>
                  </wp:positionH>
                  <wp:positionV relativeFrom="paragraph">
                    <wp:posOffset>841424</wp:posOffset>
                  </wp:positionV>
                  <wp:extent cx="572188" cy="401760"/>
                  <wp:effectExtent l="0" t="0" r="0" b="508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1DDA">
              <w:rPr>
                <w:rFonts w:ascii="Avenir Book" w:hAnsi="Avenir Book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6ACE648" wp14:editId="420B2AA7">
                      <wp:simplePos x="0" y="0"/>
                      <wp:positionH relativeFrom="column">
                        <wp:posOffset>370107</wp:posOffset>
                      </wp:positionH>
                      <wp:positionV relativeFrom="paragraph">
                        <wp:posOffset>774700</wp:posOffset>
                      </wp:positionV>
                      <wp:extent cx="130405" cy="130405"/>
                      <wp:effectExtent l="12700" t="12700" r="9525" b="95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05" cy="1304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D3DC54" id="Rectangle 3" o:spid="_x0000_s1026" style="position:absolute;margin-left:29.15pt;margin-top:61pt;width:10.25pt;height:10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" fillcolor="black [3200]" strokecolor="black [1600]" strokeweight="2pt"/>
                  </w:pict>
                </mc:Fallback>
              </mc:AlternateContent>
            </w:r>
            <w:r w:rsidR="00BC1DDA" w:rsidRPr="00BC1DD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A4DA128" wp14:editId="7F2C3D9D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10795</wp:posOffset>
                      </wp:positionV>
                      <wp:extent cx="894303" cy="894303"/>
                      <wp:effectExtent l="0" t="0" r="20320" b="20320"/>
                      <wp:wrapNone/>
                      <wp:docPr id="2" name="Right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303" cy="894303"/>
                              </a:xfrm>
                              <a:prstGeom prst="rtTriangle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9E8720E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" o:spid="_x0000_s1026" type="#_x0000_t6" style="position:absolute;margin-left:28.3pt;margin-top:.85pt;width:70.4pt;height:70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" fillcolor="white [3201]" strokecolor="black [3200]" strokeweight="1pt"/>
                  </w:pict>
                </mc:Fallback>
              </mc:AlternateContent>
            </w:r>
            <w:r w:rsidR="00BC1DDA" w:rsidRPr="00BC1DD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F44B82E" wp14:editId="6A5A9832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389255</wp:posOffset>
                      </wp:positionV>
                      <wp:extent cx="434975" cy="26700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7021FC" w14:textId="77777777" w:rsidR="00BC1DDA" w:rsidRDefault="00BC1DDA" w:rsidP="00BC1DDA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44B82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-.1pt;margin-top:30.65pt;width:34.2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" filled="f" stroked="f" strokeweight=".5pt">
                      <v:textbox>
                        <w:txbxContent>
                          <w:p w14:paraId="417021FC" w14:textId="77777777" w:rsidR="00BC1DDA" w:rsidRDefault="00BC1DDA" w:rsidP="00BC1DDA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1DDA" w:rsidRPr="00BC1DD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08DAE0D" wp14:editId="465AF42D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303530</wp:posOffset>
                      </wp:positionV>
                      <wp:extent cx="434975" cy="267005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6AB9B6" w14:textId="77777777" w:rsidR="00BC1DDA" w:rsidRDefault="00BC1DDA" w:rsidP="00BC1DDA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8DAE0D" id="Text Box 5" o:spid="_x0000_s1027" type="#_x0000_t202" style="position:absolute;margin-left:60.85pt;margin-top:23.9pt;width:34.2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" filled="f" stroked="f" strokeweight=".5pt">
                      <v:textbox>
                        <w:txbxContent>
                          <w:p w14:paraId="456AB9B6" w14:textId="77777777" w:rsidR="00BC1DDA" w:rsidRDefault="00BC1DDA" w:rsidP="00BC1DDA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1DDA" w:rsidRPr="00BC1DD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A5638D1" wp14:editId="48CE74EE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890905</wp:posOffset>
                      </wp:positionV>
                      <wp:extent cx="434975" cy="267005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9CE540" w14:textId="77777777" w:rsidR="00BC1DDA" w:rsidRDefault="00BC1DDA" w:rsidP="00BC1DDA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638D1" id="Text Box 6" o:spid="_x0000_s1028" type="#_x0000_t202" style="position:absolute;margin-left:43.55pt;margin-top:70.15pt;width:34.2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" filled="f" stroked="f" strokeweight=".5pt">
                      <v:textbox>
                        <w:txbxContent>
                          <w:p w14:paraId="3D9CE540" w14:textId="77777777" w:rsidR="00BC1DDA" w:rsidRDefault="00BC1DDA" w:rsidP="00BC1DD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1DDA">
              <w:rPr>
                <w:noProof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3368A17C" wp14:editId="5007CF6A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320FF08" w14:textId="48C1CC3A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3E491C6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32B937CA" w14:textId="4DC4B0B9" w:rsidR="00BC1DDA" w:rsidRDefault="00896254" w:rsidP="00BC1DDA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91008" behindDoc="0" locked="0" layoutInCell="1" allowOverlap="1" wp14:anchorId="38689DF2" wp14:editId="45994909">
            <wp:simplePos x="0" y="0"/>
            <wp:positionH relativeFrom="column">
              <wp:posOffset>6118860</wp:posOffset>
            </wp:positionH>
            <wp:positionV relativeFrom="paragraph">
              <wp:posOffset>3549015</wp:posOffset>
            </wp:positionV>
            <wp:extent cx="572135" cy="401320"/>
            <wp:effectExtent l="0" t="0" r="0" b="50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C1DDA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0768" behindDoc="0" locked="0" layoutInCell="1" allowOverlap="1" wp14:anchorId="31631752" wp14:editId="41828248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2" name="Picture 1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DDA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9744" behindDoc="0" locked="0" layoutInCell="1" allowOverlap="1" wp14:anchorId="46CCD9E0" wp14:editId="3BCF386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3" name="Picture 1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DDA" w:rsidRPr="00525119">
        <w:rPr>
          <w:rFonts w:ascii="Kristen ITC" w:hAnsi="Kristen ITC"/>
          <w:b/>
        </w:rPr>
        <w:t xml:space="preserve"> </w:t>
      </w:r>
      <w:r w:rsidR="00BC1DDA" w:rsidRPr="0090117B">
        <w:rPr>
          <w:rFonts w:ascii="Segoe Print" w:hAnsi="Segoe Print"/>
          <w:b/>
          <w:sz w:val="24"/>
        </w:rPr>
        <w:t xml:space="preserve">BBQ </w:t>
      </w:r>
      <w:r w:rsidR="00BC1DDA">
        <w:rPr>
          <w:rFonts w:ascii="Segoe Print" w:hAnsi="Segoe Print"/>
          <w:b/>
          <w:sz w:val="24"/>
        </w:rPr>
        <w:t>7</w:t>
      </w:r>
      <w:r w:rsidR="00BC1DDA" w:rsidRPr="0090117B">
        <w:rPr>
          <w:rFonts w:ascii="Segoe Print" w:hAnsi="Segoe Print"/>
          <w:b/>
          <w:sz w:val="24"/>
        </w:rPr>
        <w:t>.1 FOUNDATION</w:t>
      </w:r>
      <w:r w:rsidR="00BC1DDA">
        <w:rPr>
          <w:rFonts w:ascii="Segoe Print" w:hAnsi="Segoe Print"/>
          <w:b/>
          <w:sz w:val="24"/>
        </w:rPr>
        <w:tab/>
      </w:r>
      <w:r w:rsidR="00BC1DDA">
        <w:rPr>
          <w:rFonts w:ascii="Segoe Print" w:hAnsi="Segoe Print"/>
          <w:b/>
          <w:sz w:val="24"/>
        </w:rPr>
        <w:tab/>
      </w:r>
      <w:r w:rsidR="00BC1DDA">
        <w:rPr>
          <w:rFonts w:ascii="Segoe Print" w:hAnsi="Segoe Print"/>
          <w:b/>
          <w:sz w:val="24"/>
        </w:rPr>
        <w:tab/>
      </w:r>
      <w:r w:rsidR="00BC1DDA">
        <w:rPr>
          <w:rFonts w:ascii="Segoe Print" w:hAnsi="Segoe Print"/>
          <w:b/>
          <w:sz w:val="24"/>
        </w:rPr>
        <w:tab/>
      </w:r>
      <w:r w:rsidR="00BC1DDA">
        <w:rPr>
          <w:rFonts w:ascii="Segoe Print" w:hAnsi="Segoe Print"/>
          <w:b/>
          <w:sz w:val="24"/>
        </w:rPr>
        <w:tab/>
        <w:t>NO CALCULATOR</w:t>
      </w:r>
    </w:p>
    <w:p w14:paraId="069E1894" w14:textId="77777777" w:rsidR="00BC1DDA" w:rsidRDefault="00BC1DDA" w:rsidP="00BC1DDA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709"/>
        <w:gridCol w:w="4394"/>
      </w:tblGrid>
      <w:tr w:rsidR="00BC1DDA" w:rsidRPr="000A63AF" w14:paraId="715AA03C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A219139" w14:textId="77777777" w:rsidR="00BC1DDA" w:rsidRPr="00C240D5" w:rsidRDefault="00BC1DD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4CD1F08" w14:textId="0151C422" w:rsidR="00BC1DDA" w:rsidRPr="00FB0E81" w:rsidRDefault="00BC1DDA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  <w:szCs w:val="20"/>
              </w:rPr>
              <w:t xml:space="preserve">Calculate 345 </w:t>
            </w:r>
            <m:oMath>
              <m:r>
                <w:rPr>
                  <w:rFonts w:ascii="Cambria Math" w:hAnsi="Cambria Math"/>
                  <w:sz w:val="24"/>
                  <w:szCs w:val="20"/>
                </w:rPr>
                <m:t>÷</m:t>
              </m:r>
            </m:oMath>
            <w:r w:rsidRPr="000F145F">
              <w:rPr>
                <w:rFonts w:ascii="Avenir Book" w:hAnsi="Avenir Book"/>
                <w:sz w:val="24"/>
                <w:szCs w:val="20"/>
              </w:rPr>
              <w:t xml:space="preserve"> 5</w:t>
            </w:r>
          </w:p>
        </w:tc>
        <w:tc>
          <w:tcPr>
            <w:tcW w:w="425" w:type="dxa"/>
            <w:tcBorders>
              <w:right w:val="nil"/>
            </w:tcBorders>
          </w:tcPr>
          <w:p w14:paraId="7C2C6253" w14:textId="77777777" w:rsidR="00BC1DDA" w:rsidRPr="00C240D5" w:rsidRDefault="00BC1DD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gridSpan w:val="2"/>
            <w:tcBorders>
              <w:left w:val="nil"/>
            </w:tcBorders>
          </w:tcPr>
          <w:p w14:paraId="4DC5040F" w14:textId="77777777" w:rsidR="00BC1DDA" w:rsidRDefault="00BC1DDA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Expand and simplify        </w:t>
            </w:r>
          </w:p>
          <w:p w14:paraId="1A39A1AC" w14:textId="77777777" w:rsidR="00BC1DDA" w:rsidRPr="000F145F" w:rsidRDefault="00BC1DDA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x+2</m:t>
                    </m:r>
                  </m:e>
                </m:d>
                <m:r>
                  <w:rPr>
                    <w:rFonts w:ascii="Cambria Math" w:hAnsi="Cambria Math"/>
                    <w:sz w:val="24"/>
                  </w:rPr>
                  <m:t>+2(x+4)</m:t>
                </m:r>
              </m:oMath>
            </m:oMathPara>
          </w:p>
          <w:p w14:paraId="2FFBFE61" w14:textId="77777777" w:rsidR="00BC1DDA" w:rsidRPr="000A63AF" w:rsidRDefault="00BC1DDA" w:rsidP="00E01254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BC1DDA" w:rsidRPr="00C240D5" w14:paraId="02F0154E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CC20533" w14:textId="77777777" w:rsidR="00BC1DDA" w:rsidRPr="00C240D5" w:rsidRDefault="00BC1DD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7A4E427A" w14:textId="77777777" w:rsidR="00BC1DDA" w:rsidRPr="00C240D5" w:rsidRDefault="00BC1DDA" w:rsidP="00E01254">
            <w:pPr>
              <w:tabs>
                <w:tab w:val="left" w:pos="1205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</w:rPr>
              <w:t>Simplify    15:35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7593111" w14:textId="77777777" w:rsidR="00BC1DDA" w:rsidRPr="00C240D5" w:rsidRDefault="00BC1DD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auto"/>
            </w:tcBorders>
          </w:tcPr>
          <w:p w14:paraId="23BC1EA3" w14:textId="77777777" w:rsidR="00BC1DDA" w:rsidRPr="00BC1DDA" w:rsidRDefault="00896254" w:rsidP="00E01254">
            <w:pPr>
              <w:spacing w:before="120" w:after="0"/>
              <w:rPr>
                <w:rFonts w:ascii="Avenir Book" w:hAnsi="Avenir Book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9</m:t>
                    </m:r>
                  </m:den>
                </m:f>
              </m:oMath>
            </m:oMathPara>
          </w:p>
        </w:tc>
      </w:tr>
      <w:tr w:rsidR="00BC1DDA" w:rsidRPr="00C240D5" w14:paraId="6F918173" w14:textId="77777777" w:rsidTr="00E01254">
        <w:trPr>
          <w:trHeight w:val="1824"/>
        </w:trPr>
        <w:tc>
          <w:tcPr>
            <w:tcW w:w="421" w:type="dxa"/>
            <w:tcBorders>
              <w:right w:val="nil"/>
            </w:tcBorders>
          </w:tcPr>
          <w:p w14:paraId="4F6E0CC1" w14:textId="77777777" w:rsidR="00BC1DDA" w:rsidRPr="00C240D5" w:rsidRDefault="00BC1DD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5386" w:type="dxa"/>
            <w:gridSpan w:val="3"/>
            <w:tcBorders>
              <w:left w:val="nil"/>
              <w:right w:val="nil"/>
            </w:tcBorders>
          </w:tcPr>
          <w:p w14:paraId="4BEC2387" w14:textId="77777777" w:rsidR="00BC1DDA" w:rsidRPr="000F145F" w:rsidRDefault="00BC1DDA" w:rsidP="00E01254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Do you use </w:t>
            </w:r>
            <w:r w:rsidRPr="000F145F">
              <w:rPr>
                <w:rFonts w:ascii="Avenir Book" w:hAnsi="Avenir Book"/>
                <w:sz w:val="24"/>
              </w:rPr>
              <w:t>SOHCAHTOA or SS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>
              <w:rPr>
                <w:rFonts w:ascii="Avenir Book" w:eastAsiaTheme="minorEastAsia" w:hAnsi="Avenir Book"/>
                <w:sz w:val="24"/>
              </w:rPr>
              <w:t>SR to find the missing edge of this right angled triangle?</w:t>
            </w:r>
          </w:p>
        </w:tc>
        <w:tc>
          <w:tcPr>
            <w:tcW w:w="4394" w:type="dxa"/>
            <w:tcBorders>
              <w:left w:val="nil"/>
            </w:tcBorders>
          </w:tcPr>
          <w:p w14:paraId="3D1BD39A" w14:textId="4DE2CB6A" w:rsidR="00BC1DDA" w:rsidRPr="00C240D5" w:rsidRDefault="00BC1DDA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7B45D1B" wp14:editId="7D648E6D">
                      <wp:simplePos x="0" y="0"/>
                      <wp:positionH relativeFrom="column">
                        <wp:posOffset>370107</wp:posOffset>
                      </wp:positionH>
                      <wp:positionV relativeFrom="paragraph">
                        <wp:posOffset>774700</wp:posOffset>
                      </wp:positionV>
                      <wp:extent cx="130405" cy="130405"/>
                      <wp:effectExtent l="12700" t="12700" r="9525" b="952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05" cy="1304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E982DF" id="Rectangle 7" o:spid="_x0000_s1026" style="position:absolute;margin-left:29.15pt;margin-top:61pt;width:10.25pt;height:10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" fillcolor="black [3200]" strokecolor="black [1600]" strokeweight="2pt"/>
                  </w:pict>
                </mc:Fallback>
              </mc:AlternateContent>
            </w:r>
            <w:r w:rsidRPr="00BC1DD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B8DF97" wp14:editId="70665E39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10795</wp:posOffset>
                      </wp:positionV>
                      <wp:extent cx="894303" cy="894303"/>
                      <wp:effectExtent l="0" t="0" r="20320" b="20320"/>
                      <wp:wrapNone/>
                      <wp:docPr id="8" name="Right Tri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303" cy="894303"/>
                              </a:xfrm>
                              <a:prstGeom prst="rtTriangle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A3EB15" id="Right Triangle 8" o:spid="_x0000_s1026" type="#_x0000_t6" style="position:absolute;margin-left:28.3pt;margin-top:.85pt;width:70.4pt;height:70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" fillcolor="white [3201]" strokecolor="black [3200]" strokeweight="1pt"/>
                  </w:pict>
                </mc:Fallback>
              </mc:AlternateContent>
            </w:r>
            <w:r w:rsidRPr="00BC1DD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2399DA8" wp14:editId="1761EDB5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389255</wp:posOffset>
                      </wp:positionV>
                      <wp:extent cx="434975" cy="267005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C8C5DC" w14:textId="77777777" w:rsidR="00BC1DDA" w:rsidRDefault="00BC1DDA" w:rsidP="00BC1DDA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99DA8" id="Text Box 9" o:spid="_x0000_s1029" type="#_x0000_t202" style="position:absolute;margin-left:-.1pt;margin-top:30.65pt;width:34.2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" filled="f" stroked="f" strokeweight=".5pt">
                      <v:textbox>
                        <w:txbxContent>
                          <w:p w14:paraId="53C8C5DC" w14:textId="77777777" w:rsidR="00BC1DDA" w:rsidRDefault="00BC1DDA" w:rsidP="00BC1DDA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1DD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2E8EAA9" wp14:editId="5C7F07D2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303530</wp:posOffset>
                      </wp:positionV>
                      <wp:extent cx="434975" cy="267005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55DF99" w14:textId="77777777" w:rsidR="00BC1DDA" w:rsidRDefault="00BC1DDA" w:rsidP="00BC1DDA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8EAA9" id="Text Box 10" o:spid="_x0000_s1030" type="#_x0000_t202" style="position:absolute;margin-left:60.85pt;margin-top:23.9pt;width:34.2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" filled="f" stroked="f" strokeweight=".5pt">
                      <v:textbox>
                        <w:txbxContent>
                          <w:p w14:paraId="4555DF99" w14:textId="77777777" w:rsidR="00BC1DDA" w:rsidRDefault="00BC1DDA" w:rsidP="00BC1DDA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1DD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05BE67F" wp14:editId="30A65C7F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890905</wp:posOffset>
                      </wp:positionV>
                      <wp:extent cx="434975" cy="267005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2B691C" w14:textId="77777777" w:rsidR="00BC1DDA" w:rsidRDefault="00BC1DDA" w:rsidP="00BC1DDA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BE67F" id="Text Box 11" o:spid="_x0000_s1031" type="#_x0000_t202" style="position:absolute;margin-left:43.55pt;margin-top:70.15pt;width:34.25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" filled="f" stroked="f" strokeweight=".5pt">
                      <v:textbox>
                        <w:txbxContent>
                          <w:p w14:paraId="7D2B691C" w14:textId="77777777" w:rsidR="00BC1DDA" w:rsidRDefault="00BC1DDA" w:rsidP="00BC1DD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81792" behindDoc="0" locked="0" layoutInCell="1" allowOverlap="1" wp14:anchorId="79373D1D" wp14:editId="57307E97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C20160F" w14:textId="77777777" w:rsidR="00BC1DDA" w:rsidRDefault="00BC1DD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BC1DD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DA"/>
    <w:rsid w:val="000A43CA"/>
    <w:rsid w:val="000A63AF"/>
    <w:rsid w:val="001826A9"/>
    <w:rsid w:val="00213C21"/>
    <w:rsid w:val="002D5D86"/>
    <w:rsid w:val="00333535"/>
    <w:rsid w:val="003F51D8"/>
    <w:rsid w:val="00505FC9"/>
    <w:rsid w:val="00525119"/>
    <w:rsid w:val="0064471D"/>
    <w:rsid w:val="00705472"/>
    <w:rsid w:val="007B4226"/>
    <w:rsid w:val="007E2C1A"/>
    <w:rsid w:val="00896254"/>
    <w:rsid w:val="0090117B"/>
    <w:rsid w:val="0099142F"/>
    <w:rsid w:val="00AD3C1A"/>
    <w:rsid w:val="00BC1DD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B876A"/>
  <w15:docId w15:val="{345409B4-9293-CB43-B6AE-789696E6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2</cp:revision>
  <dcterms:created xsi:type="dcterms:W3CDTF">2019-02-22T19:12:00Z</dcterms:created>
  <dcterms:modified xsi:type="dcterms:W3CDTF">2019-02-22T19:21:00Z</dcterms:modified>
</cp:coreProperties>
</file>